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63280E" w14:textId="77777777" w:rsidR="00BE2706" w:rsidRDefault="007C4BA5" w:rsidP="007C4BA5">
      <w:pPr>
        <w:jc w:val="right"/>
        <w:rPr>
          <w:b/>
          <w:bCs/>
          <w:i/>
          <w:iCs/>
        </w:rPr>
      </w:pPr>
      <w:r>
        <w:rPr>
          <w:b/>
          <w:bCs/>
          <w:i/>
          <w:iCs/>
        </w:rPr>
        <w:t>Lyginamasis variantas</w:t>
      </w:r>
    </w:p>
    <w:p w14:paraId="6E048C61" w14:textId="77777777" w:rsidR="007C4BA5" w:rsidRPr="007C4BA5" w:rsidRDefault="007C4BA5" w:rsidP="007C4BA5">
      <w:pPr>
        <w:jc w:val="right"/>
        <w:rPr>
          <w:b/>
          <w:bCs/>
          <w:i/>
          <w:iCs/>
        </w:rPr>
      </w:pPr>
    </w:p>
    <w:p w14:paraId="3F8A69A3" w14:textId="77777777" w:rsidR="00BE2706" w:rsidRDefault="00BE2706" w:rsidP="00BE2706">
      <w:pPr>
        <w:jc w:val="center"/>
        <w:rPr>
          <w:b/>
          <w:bCs/>
          <w:sz w:val="28"/>
          <w:szCs w:val="28"/>
        </w:rPr>
      </w:pPr>
      <w:r>
        <w:rPr>
          <w:b/>
          <w:bCs/>
          <w:sz w:val="28"/>
          <w:szCs w:val="28"/>
        </w:rPr>
        <w:t>SKUODO RAJONO SAVIVALDYBĖS TARYBA</w:t>
      </w:r>
    </w:p>
    <w:p w14:paraId="3C036A8E" w14:textId="77777777" w:rsidR="00BE2706" w:rsidRDefault="00BE2706" w:rsidP="00BE2706">
      <w:pPr>
        <w:jc w:val="center"/>
        <w:rPr>
          <w:b/>
          <w:bCs/>
          <w:color w:val="000000"/>
        </w:rPr>
      </w:pPr>
    </w:p>
    <w:p w14:paraId="6A1BA958" w14:textId="77777777" w:rsidR="00BE2706" w:rsidRDefault="00BE2706" w:rsidP="00BE2706">
      <w:pPr>
        <w:jc w:val="center"/>
        <w:rPr>
          <w:b/>
          <w:bCs/>
          <w:color w:val="000000"/>
        </w:rPr>
      </w:pPr>
      <w:r>
        <w:rPr>
          <w:b/>
          <w:bCs/>
          <w:color w:val="000000"/>
        </w:rPr>
        <w:t>SPRENDIMAS</w:t>
      </w:r>
    </w:p>
    <w:p w14:paraId="423C740E" w14:textId="77777777" w:rsidR="00BE2706" w:rsidRDefault="00BE2706" w:rsidP="00BE2706">
      <w:pPr>
        <w:jc w:val="center"/>
        <w:rPr>
          <w:b/>
          <w:bCs/>
          <w:color w:val="000000"/>
        </w:rPr>
      </w:pPr>
      <w:r>
        <w:rPr>
          <w:b/>
          <w:bCs/>
        </w:rPr>
        <w:t xml:space="preserve">DĖL SKUODO RAJONO SAVIVALDYBĖS PETICIJŲ KOMISIJOS SUDARYMO IR JOS NUOSTATŲ PATVIRTINIMO </w:t>
      </w:r>
    </w:p>
    <w:p w14:paraId="243D03D2" w14:textId="77777777" w:rsidR="00BE2706" w:rsidRDefault="00BE2706" w:rsidP="00BE2706">
      <w:pPr>
        <w:rPr>
          <w:b/>
          <w:bCs/>
          <w:color w:val="000000"/>
        </w:rPr>
      </w:pPr>
    </w:p>
    <w:p w14:paraId="53C854BF" w14:textId="77777777" w:rsidR="00BE2706" w:rsidRDefault="00BE2706" w:rsidP="00BE2706">
      <w:pPr>
        <w:jc w:val="center"/>
        <w:rPr>
          <w:color w:val="000000"/>
        </w:rPr>
      </w:pPr>
      <w:r>
        <w:t xml:space="preserve">2024 m. kovo 28 d. </w:t>
      </w:r>
      <w:r>
        <w:rPr>
          <w:color w:val="000000"/>
        </w:rPr>
        <w:t>Nr. T9-64</w:t>
      </w:r>
    </w:p>
    <w:p w14:paraId="47680BD6" w14:textId="77777777" w:rsidR="00BE2706" w:rsidRDefault="00BE2706" w:rsidP="00BE2706">
      <w:pPr>
        <w:jc w:val="center"/>
        <w:rPr>
          <w:color w:val="000000"/>
        </w:rPr>
      </w:pPr>
      <w:r>
        <w:rPr>
          <w:color w:val="000000"/>
        </w:rPr>
        <w:t>Skuodas</w:t>
      </w:r>
    </w:p>
    <w:p w14:paraId="7D9AF285" w14:textId="77777777" w:rsidR="00D52EBA" w:rsidRDefault="00D52EBA" w:rsidP="00D52EBA">
      <w:pPr>
        <w:jc w:val="both"/>
      </w:pPr>
    </w:p>
    <w:p w14:paraId="3C56DA18" w14:textId="77777777" w:rsidR="00805966" w:rsidRDefault="00DF3641" w:rsidP="00BE2706">
      <w:pPr>
        <w:ind w:firstLine="851"/>
        <w:jc w:val="both"/>
        <w:rPr>
          <w:color w:val="auto"/>
        </w:rPr>
      </w:pPr>
      <w:r w:rsidRPr="00DF3641">
        <w:rPr>
          <w:color w:val="auto"/>
        </w:rPr>
        <w:t>Vadovaudamasi Lietuvos Respublikos vietos savivaldos įstatymo 1</w:t>
      </w:r>
      <w:r w:rsidR="003D564B">
        <w:rPr>
          <w:color w:val="auto"/>
        </w:rPr>
        <w:t>5</w:t>
      </w:r>
      <w:r w:rsidRPr="00DF3641">
        <w:rPr>
          <w:color w:val="auto"/>
        </w:rPr>
        <w:t xml:space="preserve"> straipsnio </w:t>
      </w:r>
      <w:r w:rsidR="00DB43B6">
        <w:rPr>
          <w:color w:val="auto"/>
        </w:rPr>
        <w:t xml:space="preserve">2 </w:t>
      </w:r>
      <w:r w:rsidRPr="00DF3641">
        <w:rPr>
          <w:color w:val="auto"/>
        </w:rPr>
        <w:t>dali</w:t>
      </w:r>
      <w:r w:rsidR="00DB43B6">
        <w:rPr>
          <w:color w:val="auto"/>
        </w:rPr>
        <w:t>es 4 ir 5 punktais</w:t>
      </w:r>
      <w:r w:rsidRPr="00DF3641">
        <w:rPr>
          <w:color w:val="auto"/>
        </w:rPr>
        <w:t>, Lietuvos Respublikos</w:t>
      </w:r>
      <w:r w:rsidR="00DB43B6">
        <w:rPr>
          <w:color w:val="auto"/>
        </w:rPr>
        <w:t xml:space="preserve"> peticijų konstitucinio įstatymo 4 straipsnio 4 dalimi, Skuodo rajono savivaldybės tarybos veiklos reglamento, patvirtinto Skuodo rajono savivaldybės tarybos 2023 m. kovo 27 d. </w:t>
      </w:r>
      <w:r w:rsidR="009A4CBB">
        <w:rPr>
          <w:color w:val="auto"/>
        </w:rPr>
        <w:t xml:space="preserve">sprendimu </w:t>
      </w:r>
      <w:bookmarkStart w:id="0" w:name="n_0"/>
      <w:r w:rsidR="00BE2706" w:rsidRPr="00AE79C1">
        <w:rPr>
          <w:color w:val="auto"/>
        </w:rPr>
        <w:t>Nr. T9-72</w:t>
      </w:r>
      <w:bookmarkEnd w:id="0"/>
      <w:r w:rsidR="00DB43B6">
        <w:rPr>
          <w:color w:val="auto"/>
        </w:rPr>
        <w:t xml:space="preserve"> „Dėl Skuodo rajono savivaldybės tarybos veiklos reglamento patvirtinimo“, 158 punktu,</w:t>
      </w:r>
      <w:r w:rsidRPr="00DF3641">
        <w:rPr>
          <w:color w:val="auto"/>
        </w:rPr>
        <w:t xml:space="preserve"> Skuodo rajono savivaldybės taryba </w:t>
      </w:r>
      <w:r w:rsidRPr="00CD426F">
        <w:rPr>
          <w:color w:val="auto"/>
          <w:spacing w:val="50"/>
        </w:rPr>
        <w:t>nusprendži</w:t>
      </w:r>
      <w:r w:rsidRPr="00DF3641">
        <w:rPr>
          <w:color w:val="auto"/>
        </w:rPr>
        <w:t xml:space="preserve">a: </w:t>
      </w:r>
    </w:p>
    <w:p w14:paraId="6AF99545" w14:textId="77777777" w:rsidR="00DF3641" w:rsidRPr="00976DA6" w:rsidRDefault="00F11CF9" w:rsidP="00BE2706">
      <w:pPr>
        <w:pStyle w:val="Sraopastraipa"/>
        <w:numPr>
          <w:ilvl w:val="0"/>
          <w:numId w:val="3"/>
        </w:numPr>
        <w:ind w:firstLine="851"/>
        <w:jc w:val="both"/>
        <w:rPr>
          <w:color w:val="auto"/>
        </w:rPr>
      </w:pPr>
      <w:r w:rsidRPr="00976DA6">
        <w:rPr>
          <w:color w:val="auto"/>
        </w:rPr>
        <w:t>Sudaryti</w:t>
      </w:r>
      <w:r w:rsidR="00DF3641" w:rsidRPr="00976DA6">
        <w:rPr>
          <w:color w:val="auto"/>
        </w:rPr>
        <w:t xml:space="preserve"> Skuodo </w:t>
      </w:r>
      <w:r w:rsidRPr="00976DA6">
        <w:rPr>
          <w:color w:val="auto"/>
        </w:rPr>
        <w:t>rajono savivaldybės tarybos įgaliojimų laikui Skuodo rajono savivaldybės peticijų komisiją</w:t>
      </w:r>
      <w:r w:rsidR="009A4CBB">
        <w:rPr>
          <w:color w:val="auto"/>
        </w:rPr>
        <w:t xml:space="preserve"> šios sudėties</w:t>
      </w:r>
      <w:r w:rsidR="00DF3641" w:rsidRPr="00976DA6">
        <w:rPr>
          <w:color w:val="auto"/>
        </w:rPr>
        <w:t xml:space="preserve">: </w:t>
      </w:r>
    </w:p>
    <w:p w14:paraId="03E06E02" w14:textId="77777777" w:rsidR="00C61549" w:rsidRPr="007C4BA5" w:rsidRDefault="00C61549" w:rsidP="007C4BA5">
      <w:pPr>
        <w:pStyle w:val="Sraopastraipa"/>
        <w:numPr>
          <w:ilvl w:val="1"/>
          <w:numId w:val="3"/>
        </w:numPr>
        <w:ind w:firstLine="851"/>
        <w:jc w:val="both"/>
        <w:rPr>
          <w:color w:val="auto"/>
        </w:rPr>
      </w:pPr>
      <w:r w:rsidRPr="00C61549">
        <w:rPr>
          <w:color w:val="auto"/>
        </w:rPr>
        <w:t>Pirmininkas – Linas Mitkus, Skuodo rajono savivaldybės tarybos narys.</w:t>
      </w:r>
    </w:p>
    <w:p w14:paraId="53E8F29B" w14:textId="77777777" w:rsidR="006D4883" w:rsidRPr="0045235E" w:rsidRDefault="006D4883" w:rsidP="00BE2706">
      <w:pPr>
        <w:pStyle w:val="Sraopastraipa"/>
        <w:numPr>
          <w:ilvl w:val="1"/>
          <w:numId w:val="3"/>
        </w:numPr>
        <w:ind w:firstLine="851"/>
        <w:jc w:val="both"/>
        <w:rPr>
          <w:color w:val="auto"/>
        </w:rPr>
      </w:pPr>
      <w:r>
        <w:rPr>
          <w:color w:val="auto"/>
        </w:rPr>
        <w:t>Pirmininko pavaduotojas –</w:t>
      </w:r>
      <w:r w:rsidR="00356450">
        <w:rPr>
          <w:color w:val="auto"/>
        </w:rPr>
        <w:t xml:space="preserve"> </w:t>
      </w:r>
      <w:r w:rsidR="003011A3">
        <w:rPr>
          <w:color w:val="auto"/>
        </w:rPr>
        <w:t>Rokas Rozga</w:t>
      </w:r>
      <w:r w:rsidR="00356450">
        <w:rPr>
          <w:color w:val="auto"/>
        </w:rPr>
        <w:t xml:space="preserve">, Skuodo rajono savivaldybės </w:t>
      </w:r>
      <w:r w:rsidR="009A4CBB">
        <w:rPr>
          <w:color w:val="auto"/>
        </w:rPr>
        <w:t xml:space="preserve">tarybos </w:t>
      </w:r>
      <w:r w:rsidR="00356450">
        <w:rPr>
          <w:color w:val="auto"/>
        </w:rPr>
        <w:t>narys</w:t>
      </w:r>
      <w:r w:rsidR="0045235E">
        <w:rPr>
          <w:color w:val="auto"/>
        </w:rPr>
        <w:t>.</w:t>
      </w:r>
    </w:p>
    <w:p w14:paraId="2AB000C6" w14:textId="77777777" w:rsidR="006D4883" w:rsidRDefault="006D4883" w:rsidP="00BE2706">
      <w:pPr>
        <w:pStyle w:val="Sraopastraipa"/>
        <w:numPr>
          <w:ilvl w:val="1"/>
          <w:numId w:val="3"/>
        </w:numPr>
        <w:ind w:firstLine="851"/>
        <w:jc w:val="both"/>
        <w:rPr>
          <w:color w:val="auto"/>
        </w:rPr>
      </w:pPr>
      <w:r>
        <w:rPr>
          <w:color w:val="auto"/>
        </w:rPr>
        <w:t>Nariai:</w:t>
      </w:r>
    </w:p>
    <w:p w14:paraId="3D1A64F3" w14:textId="77777777" w:rsidR="0045235E" w:rsidRPr="0045235E" w:rsidRDefault="003011A3" w:rsidP="00BE2706">
      <w:pPr>
        <w:pStyle w:val="Sraopastraipa"/>
        <w:numPr>
          <w:ilvl w:val="2"/>
          <w:numId w:val="3"/>
        </w:numPr>
        <w:ind w:firstLine="851"/>
        <w:rPr>
          <w:color w:val="auto"/>
        </w:rPr>
      </w:pPr>
      <w:r>
        <w:rPr>
          <w:color w:val="auto"/>
        </w:rPr>
        <w:t>Kęstutis Sakalauskas</w:t>
      </w:r>
      <w:r w:rsidR="0045235E" w:rsidRPr="0045235E">
        <w:rPr>
          <w:color w:val="auto"/>
        </w:rPr>
        <w:t>, Skuodo rajono savivaldybės tarybos narys;</w:t>
      </w:r>
    </w:p>
    <w:p w14:paraId="389FA0E2" w14:textId="77777777" w:rsidR="00EE4E3D" w:rsidRDefault="00356450" w:rsidP="00BE2706">
      <w:pPr>
        <w:pStyle w:val="Sraopastraipa"/>
        <w:numPr>
          <w:ilvl w:val="2"/>
          <w:numId w:val="3"/>
        </w:numPr>
        <w:ind w:firstLine="851"/>
        <w:jc w:val="both"/>
        <w:rPr>
          <w:color w:val="auto"/>
        </w:rPr>
      </w:pPr>
      <w:r w:rsidRPr="007C4BA5">
        <w:rPr>
          <w:strike/>
          <w:color w:val="auto"/>
        </w:rPr>
        <w:t>Eugenijus Galdikas</w:t>
      </w:r>
      <w:r w:rsidR="007C4BA5">
        <w:rPr>
          <w:color w:val="auto"/>
        </w:rPr>
        <w:t xml:space="preserve"> </w:t>
      </w:r>
      <w:r w:rsidR="007C4BA5">
        <w:rPr>
          <w:b/>
          <w:bCs/>
          <w:color w:val="auto"/>
        </w:rPr>
        <w:t>Renata Girdenė</w:t>
      </w:r>
      <w:r w:rsidRPr="00356450">
        <w:rPr>
          <w:color w:val="auto"/>
        </w:rPr>
        <w:t xml:space="preserve">, Skuodo rajono savivaldybės administracijos Teisės, personalo ir dokumentų valdymo skyriaus vedėjo </w:t>
      </w:r>
      <w:r w:rsidRPr="007C4BA5">
        <w:rPr>
          <w:strike/>
          <w:color w:val="auto"/>
        </w:rPr>
        <w:t>pavaduotojas</w:t>
      </w:r>
      <w:r w:rsidR="007C4BA5">
        <w:rPr>
          <w:color w:val="auto"/>
        </w:rPr>
        <w:t xml:space="preserve"> </w:t>
      </w:r>
      <w:r w:rsidR="007C4BA5">
        <w:rPr>
          <w:b/>
          <w:bCs/>
          <w:color w:val="auto"/>
        </w:rPr>
        <w:t>pavaduotoja</w:t>
      </w:r>
      <w:r w:rsidR="00EE4E3D">
        <w:rPr>
          <w:color w:val="auto"/>
        </w:rPr>
        <w:t>;</w:t>
      </w:r>
    </w:p>
    <w:p w14:paraId="5EEBD970" w14:textId="77777777" w:rsidR="0089634F" w:rsidRPr="007C4BA5" w:rsidRDefault="0089634F" w:rsidP="007C4BA5">
      <w:pPr>
        <w:pStyle w:val="Sraopastraipa"/>
        <w:numPr>
          <w:ilvl w:val="2"/>
          <w:numId w:val="3"/>
        </w:numPr>
        <w:ind w:firstLine="851"/>
        <w:jc w:val="both"/>
        <w:rPr>
          <w:color w:val="auto"/>
        </w:rPr>
      </w:pPr>
      <w:r w:rsidRPr="007C4BA5">
        <w:rPr>
          <w:strike/>
          <w:color w:val="000000"/>
        </w:rPr>
        <w:t>Živilė Sendrauskienė</w:t>
      </w:r>
      <w:r w:rsidR="007C4BA5">
        <w:rPr>
          <w:color w:val="000000"/>
        </w:rPr>
        <w:t xml:space="preserve"> </w:t>
      </w:r>
      <w:r w:rsidR="007C4BA5" w:rsidRPr="007C4BA5">
        <w:rPr>
          <w:b/>
          <w:bCs/>
          <w:color w:val="000000"/>
        </w:rPr>
        <w:t>Diana Samoškienė</w:t>
      </w:r>
      <w:r>
        <w:rPr>
          <w:color w:val="000000"/>
        </w:rPr>
        <w:t>, Skuodo rajono savivaldybės administracijos Teisės, personalo ir dokumentų valdymo skyriaus vyriausioji specialistė.</w:t>
      </w:r>
    </w:p>
    <w:p w14:paraId="190187A4" w14:textId="77777777" w:rsidR="00C37CE1" w:rsidRPr="000D168A" w:rsidRDefault="00D01437" w:rsidP="00BE2706">
      <w:pPr>
        <w:pStyle w:val="Sraopastraipa"/>
        <w:numPr>
          <w:ilvl w:val="0"/>
          <w:numId w:val="3"/>
        </w:numPr>
        <w:ind w:firstLine="851"/>
        <w:jc w:val="both"/>
        <w:rPr>
          <w:color w:val="auto"/>
        </w:rPr>
      </w:pPr>
      <w:r>
        <w:rPr>
          <w:color w:val="auto"/>
        </w:rPr>
        <w:t xml:space="preserve">Patvirtinti Skuodo rajono savivaldybės peticijų komisijos </w:t>
      </w:r>
      <w:r w:rsidR="009C336A">
        <w:rPr>
          <w:color w:val="auto"/>
        </w:rPr>
        <w:t xml:space="preserve">nuostatus (pridedama). </w:t>
      </w:r>
    </w:p>
    <w:p w14:paraId="6ABD4BE8" w14:textId="77777777" w:rsidR="00FF219E" w:rsidRDefault="006C70C0" w:rsidP="00BE2706">
      <w:pPr>
        <w:pStyle w:val="Sraopastraipa"/>
        <w:numPr>
          <w:ilvl w:val="0"/>
          <w:numId w:val="3"/>
        </w:numPr>
        <w:ind w:firstLine="851"/>
        <w:jc w:val="both"/>
        <w:rPr>
          <w:color w:val="auto"/>
        </w:rPr>
      </w:pPr>
      <w:r>
        <w:rPr>
          <w:color w:val="auto"/>
        </w:rPr>
        <w:t xml:space="preserve">Pripažinti </w:t>
      </w:r>
      <w:r w:rsidR="00BE28FB">
        <w:rPr>
          <w:color w:val="auto"/>
        </w:rPr>
        <w:t>netekusiu</w:t>
      </w:r>
      <w:r>
        <w:rPr>
          <w:color w:val="auto"/>
        </w:rPr>
        <w:t xml:space="preserve"> galios</w:t>
      </w:r>
      <w:r w:rsidR="00BE28FB">
        <w:rPr>
          <w:color w:val="auto"/>
        </w:rPr>
        <w:t xml:space="preserve"> Skuodo rajono savivaldybės tarybos 2004 m. lapkričio 18 d. sprendimą </w:t>
      </w:r>
      <w:bookmarkStart w:id="1" w:name="n_1"/>
      <w:r w:rsidR="00BE2706" w:rsidRPr="00AE79C1">
        <w:rPr>
          <w:color w:val="auto"/>
        </w:rPr>
        <w:t>Nr. T9-150</w:t>
      </w:r>
      <w:bookmarkEnd w:id="1"/>
      <w:r w:rsidR="00BE28FB">
        <w:rPr>
          <w:color w:val="auto"/>
        </w:rPr>
        <w:t xml:space="preserve"> „</w:t>
      </w:r>
      <w:r w:rsidR="000D168A">
        <w:rPr>
          <w:color w:val="auto"/>
        </w:rPr>
        <w:t>D</w:t>
      </w:r>
      <w:r w:rsidR="000D168A" w:rsidRPr="000D168A">
        <w:rPr>
          <w:color w:val="auto"/>
        </w:rPr>
        <w:t xml:space="preserve">ėl </w:t>
      </w:r>
      <w:r w:rsidR="000D168A">
        <w:rPr>
          <w:color w:val="auto"/>
        </w:rPr>
        <w:t>S</w:t>
      </w:r>
      <w:r w:rsidR="000D168A" w:rsidRPr="000D168A">
        <w:rPr>
          <w:color w:val="auto"/>
        </w:rPr>
        <w:t>kuodo rajono savivaldybės peticijų komisijos sudarymo ir nuostatų tvirtinimo</w:t>
      </w:r>
      <w:r w:rsidR="000D168A">
        <w:rPr>
          <w:color w:val="auto"/>
        </w:rPr>
        <w:t xml:space="preserve">“. </w:t>
      </w:r>
    </w:p>
    <w:p w14:paraId="7B15FF5C" w14:textId="77777777" w:rsidR="00D629CB" w:rsidRPr="00FF219E" w:rsidRDefault="00FF219E" w:rsidP="00BE2706">
      <w:pPr>
        <w:pStyle w:val="Sraopastraipa"/>
        <w:numPr>
          <w:ilvl w:val="0"/>
          <w:numId w:val="3"/>
        </w:numPr>
        <w:ind w:firstLine="851"/>
        <w:jc w:val="both"/>
        <w:rPr>
          <w:color w:val="auto"/>
        </w:rPr>
      </w:pPr>
      <w:r>
        <w:rPr>
          <w:color w:val="auto"/>
        </w:rPr>
        <w:t>Nurodyti, kad š</w:t>
      </w:r>
      <w:r w:rsidR="00D629CB" w:rsidRPr="00FF219E">
        <w:rPr>
          <w:color w:val="auto"/>
        </w:rPr>
        <w:t>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p>
    <w:p w14:paraId="15F264D6" w14:textId="77777777" w:rsidR="00D52EBA" w:rsidRDefault="00D52EBA" w:rsidP="00D52EBA">
      <w:pPr>
        <w:jc w:val="both"/>
      </w:pPr>
    </w:p>
    <w:p w14:paraId="0F131553" w14:textId="77777777" w:rsidR="00D52EBA" w:rsidRDefault="00D52EBA" w:rsidP="00D52EBA">
      <w:pPr>
        <w:jc w:val="both"/>
      </w:pPr>
    </w:p>
    <w:p w14:paraId="6A25D1BD" w14:textId="77777777" w:rsidR="00BE2706" w:rsidRDefault="00BE2706" w:rsidP="00BE2706">
      <w:pPr>
        <w:tabs>
          <w:tab w:val="right" w:pos="9638"/>
        </w:tabs>
        <w:ind w:right="-105"/>
      </w:pPr>
      <w:r>
        <w:t>Savivaldybės meras</w:t>
      </w:r>
      <w:r>
        <w:tab/>
        <w:t>Stasys Gutautas</w:t>
      </w:r>
    </w:p>
    <w:p w14:paraId="47EC2F87" w14:textId="77777777" w:rsidR="00C130AC" w:rsidRPr="007C4BA5" w:rsidRDefault="00C130AC" w:rsidP="007C4BA5">
      <w:pPr>
        <w:rPr>
          <w:caps/>
          <w:lang w:eastAsia="lt-LT"/>
        </w:rPr>
      </w:pPr>
    </w:p>
    <w:sectPr w:rsidR="00C130AC" w:rsidRPr="007C4BA5" w:rsidSect="00D747D5">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8706B0" w14:textId="77777777" w:rsidR="000E2D60" w:rsidRDefault="000E2D60">
      <w:r>
        <w:separator/>
      </w:r>
    </w:p>
  </w:endnote>
  <w:endnote w:type="continuationSeparator" w:id="0">
    <w:p w14:paraId="6A127ACA" w14:textId="77777777" w:rsidR="000E2D60" w:rsidRDefault="000E2D60">
      <w:r>
        <w:continuationSeparator/>
      </w:r>
    </w:p>
  </w:endnote>
  <w:endnote w:type="continuationNotice" w:id="1">
    <w:p w14:paraId="54409A1E" w14:textId="77777777" w:rsidR="000E2D60" w:rsidRDefault="000E2D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65AE3B" w14:textId="77777777" w:rsidR="000E2D60" w:rsidRDefault="000E2D60">
      <w:r>
        <w:separator/>
      </w:r>
    </w:p>
  </w:footnote>
  <w:footnote w:type="continuationSeparator" w:id="0">
    <w:p w14:paraId="630EF6AE" w14:textId="77777777" w:rsidR="000E2D60" w:rsidRDefault="000E2D60">
      <w:r>
        <w:continuationSeparator/>
      </w:r>
    </w:p>
  </w:footnote>
  <w:footnote w:type="continuationNotice" w:id="1">
    <w:p w14:paraId="1FF11307" w14:textId="77777777" w:rsidR="000E2D60" w:rsidRDefault="000E2D6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642196"/>
    <w:multiLevelType w:val="multilevel"/>
    <w:tmpl w:val="220C8196"/>
    <w:lvl w:ilvl="0">
      <w:start w:val="1"/>
      <w:numFmt w:val="decimal"/>
      <w:suff w:val="space"/>
      <w:lvlText w:val="%1."/>
      <w:lvlJc w:val="left"/>
      <w:pPr>
        <w:ind w:left="0" w:firstLine="1247"/>
      </w:pPr>
      <w:rPr>
        <w:rFonts w:hint="default"/>
      </w:rPr>
    </w:lvl>
    <w:lvl w:ilvl="1">
      <w:start w:val="1"/>
      <w:numFmt w:val="decimal"/>
      <w:isLgl/>
      <w:suff w:val="space"/>
      <w:lvlText w:val="%1.%2."/>
      <w:lvlJc w:val="left"/>
      <w:pPr>
        <w:ind w:left="0" w:firstLine="1247"/>
      </w:pPr>
      <w:rPr>
        <w:rFonts w:hint="default"/>
      </w:rPr>
    </w:lvl>
    <w:lvl w:ilvl="2">
      <w:start w:val="1"/>
      <w:numFmt w:val="decimal"/>
      <w:isLgl/>
      <w:suff w:val="space"/>
      <w:lvlText w:val="%1.%2.%3."/>
      <w:lvlJc w:val="left"/>
      <w:pPr>
        <w:ind w:left="0" w:firstLine="1247"/>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abstractNum w:abstractNumId="1" w15:restartNumberingAfterBreak="0">
    <w:nsid w:val="42003ACD"/>
    <w:multiLevelType w:val="hybridMultilevel"/>
    <w:tmpl w:val="AA0868E6"/>
    <w:lvl w:ilvl="0" w:tplc="629C5C34">
      <w:start w:val="1"/>
      <w:numFmt w:val="decimal"/>
      <w:lvlText w:val="%1."/>
      <w:lvlJc w:val="left"/>
      <w:pPr>
        <w:ind w:left="1656" w:hanging="360"/>
      </w:pPr>
      <w:rPr>
        <w:rFonts w:hint="default"/>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 w15:restartNumberingAfterBreak="0">
    <w:nsid w:val="59764452"/>
    <w:multiLevelType w:val="multilevel"/>
    <w:tmpl w:val="8948FD8C"/>
    <w:lvl w:ilvl="0">
      <w:start w:val="1"/>
      <w:numFmt w:val="decimal"/>
      <w:suff w:val="space"/>
      <w:lvlText w:val="%1."/>
      <w:lvlJc w:val="left"/>
      <w:pPr>
        <w:ind w:left="0" w:firstLine="1247"/>
      </w:pPr>
      <w:rPr>
        <w:rFonts w:hint="default"/>
        <w:b w:val="0"/>
        <w:bCs/>
      </w:rPr>
    </w:lvl>
    <w:lvl w:ilvl="1">
      <w:start w:val="1"/>
      <w:numFmt w:val="decimal"/>
      <w:isLgl/>
      <w:suff w:val="space"/>
      <w:lvlText w:val="%1.%2."/>
      <w:lvlJc w:val="left"/>
      <w:pPr>
        <w:ind w:left="0" w:firstLine="1247"/>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abstractNum w:abstractNumId="3" w15:restartNumberingAfterBreak="0">
    <w:nsid w:val="59FC677E"/>
    <w:multiLevelType w:val="hybridMultilevel"/>
    <w:tmpl w:val="BFBC3C30"/>
    <w:lvl w:ilvl="0" w:tplc="9704031A">
      <w:start w:val="1"/>
      <w:numFmt w:val="decimal"/>
      <w:suff w:val="space"/>
      <w:lvlText w:val="%1."/>
      <w:lvlJc w:val="left"/>
      <w:pPr>
        <w:ind w:left="0" w:firstLine="1247"/>
      </w:pPr>
      <w:rPr>
        <w:rFonts w:hint="default"/>
      </w:rPr>
    </w:lvl>
    <w:lvl w:ilvl="1" w:tplc="04270019" w:tentative="1">
      <w:start w:val="1"/>
      <w:numFmt w:val="lowerLetter"/>
      <w:lvlText w:val="%2."/>
      <w:lvlJc w:val="left"/>
      <w:pPr>
        <w:ind w:left="2687" w:hanging="360"/>
      </w:pPr>
    </w:lvl>
    <w:lvl w:ilvl="2" w:tplc="0427001B" w:tentative="1">
      <w:start w:val="1"/>
      <w:numFmt w:val="lowerRoman"/>
      <w:lvlText w:val="%3."/>
      <w:lvlJc w:val="right"/>
      <w:pPr>
        <w:ind w:left="3407" w:hanging="180"/>
      </w:pPr>
    </w:lvl>
    <w:lvl w:ilvl="3" w:tplc="0427000F" w:tentative="1">
      <w:start w:val="1"/>
      <w:numFmt w:val="decimal"/>
      <w:lvlText w:val="%4."/>
      <w:lvlJc w:val="left"/>
      <w:pPr>
        <w:ind w:left="4127" w:hanging="360"/>
      </w:pPr>
    </w:lvl>
    <w:lvl w:ilvl="4" w:tplc="04270019" w:tentative="1">
      <w:start w:val="1"/>
      <w:numFmt w:val="lowerLetter"/>
      <w:lvlText w:val="%5."/>
      <w:lvlJc w:val="left"/>
      <w:pPr>
        <w:ind w:left="4847" w:hanging="360"/>
      </w:pPr>
    </w:lvl>
    <w:lvl w:ilvl="5" w:tplc="0427001B" w:tentative="1">
      <w:start w:val="1"/>
      <w:numFmt w:val="lowerRoman"/>
      <w:lvlText w:val="%6."/>
      <w:lvlJc w:val="right"/>
      <w:pPr>
        <w:ind w:left="5567" w:hanging="180"/>
      </w:pPr>
    </w:lvl>
    <w:lvl w:ilvl="6" w:tplc="0427000F" w:tentative="1">
      <w:start w:val="1"/>
      <w:numFmt w:val="decimal"/>
      <w:lvlText w:val="%7."/>
      <w:lvlJc w:val="left"/>
      <w:pPr>
        <w:ind w:left="6287" w:hanging="360"/>
      </w:pPr>
    </w:lvl>
    <w:lvl w:ilvl="7" w:tplc="04270019" w:tentative="1">
      <w:start w:val="1"/>
      <w:numFmt w:val="lowerLetter"/>
      <w:lvlText w:val="%8."/>
      <w:lvlJc w:val="left"/>
      <w:pPr>
        <w:ind w:left="7007" w:hanging="360"/>
      </w:pPr>
    </w:lvl>
    <w:lvl w:ilvl="8" w:tplc="0427001B" w:tentative="1">
      <w:start w:val="1"/>
      <w:numFmt w:val="lowerRoman"/>
      <w:lvlText w:val="%9."/>
      <w:lvlJc w:val="right"/>
      <w:pPr>
        <w:ind w:left="7727" w:hanging="180"/>
      </w:pPr>
    </w:lvl>
  </w:abstractNum>
  <w:num w:numId="1" w16cid:durableId="151025490">
    <w:abstractNumId w:val="1"/>
  </w:num>
  <w:num w:numId="2" w16cid:durableId="1603804783">
    <w:abstractNumId w:val="3"/>
  </w:num>
  <w:num w:numId="3" w16cid:durableId="1363749799">
    <w:abstractNumId w:val="0"/>
  </w:num>
  <w:num w:numId="4" w16cid:durableId="193308015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9F9"/>
    <w:rsid w:val="00013519"/>
    <w:rsid w:val="00021429"/>
    <w:rsid w:val="00083550"/>
    <w:rsid w:val="000B77A6"/>
    <w:rsid w:val="000D168A"/>
    <w:rsid w:val="000D2AFE"/>
    <w:rsid w:val="000E2D60"/>
    <w:rsid w:val="00125DF8"/>
    <w:rsid w:val="001307A8"/>
    <w:rsid w:val="00132B08"/>
    <w:rsid w:val="00136611"/>
    <w:rsid w:val="00144599"/>
    <w:rsid w:val="00156796"/>
    <w:rsid w:val="00176B4E"/>
    <w:rsid w:val="001813E0"/>
    <w:rsid w:val="00182E27"/>
    <w:rsid w:val="00194A31"/>
    <w:rsid w:val="00197CAC"/>
    <w:rsid w:val="001A3725"/>
    <w:rsid w:val="00202F12"/>
    <w:rsid w:val="00205598"/>
    <w:rsid w:val="002066F2"/>
    <w:rsid w:val="00235ED4"/>
    <w:rsid w:val="002447DA"/>
    <w:rsid w:val="002571ED"/>
    <w:rsid w:val="0026617E"/>
    <w:rsid w:val="0029592B"/>
    <w:rsid w:val="002B0D9C"/>
    <w:rsid w:val="002B20A3"/>
    <w:rsid w:val="002C0AAA"/>
    <w:rsid w:val="002D453F"/>
    <w:rsid w:val="002E0F96"/>
    <w:rsid w:val="002F30B9"/>
    <w:rsid w:val="002F6C82"/>
    <w:rsid w:val="003011A3"/>
    <w:rsid w:val="003067BC"/>
    <w:rsid w:val="003125CA"/>
    <w:rsid w:val="00336787"/>
    <w:rsid w:val="00356450"/>
    <w:rsid w:val="003603F8"/>
    <w:rsid w:val="00365330"/>
    <w:rsid w:val="00374B76"/>
    <w:rsid w:val="00396B9F"/>
    <w:rsid w:val="003C708A"/>
    <w:rsid w:val="003D564B"/>
    <w:rsid w:val="003E0B9F"/>
    <w:rsid w:val="003F4010"/>
    <w:rsid w:val="00435F45"/>
    <w:rsid w:val="0045235E"/>
    <w:rsid w:val="00465B03"/>
    <w:rsid w:val="004726CB"/>
    <w:rsid w:val="00481901"/>
    <w:rsid w:val="00487088"/>
    <w:rsid w:val="004B74A6"/>
    <w:rsid w:val="004D079C"/>
    <w:rsid w:val="004D6394"/>
    <w:rsid w:val="005045C3"/>
    <w:rsid w:val="00507EFD"/>
    <w:rsid w:val="00552B06"/>
    <w:rsid w:val="00571273"/>
    <w:rsid w:val="00590AE9"/>
    <w:rsid w:val="005A1C80"/>
    <w:rsid w:val="005D4AE1"/>
    <w:rsid w:val="00621AC4"/>
    <w:rsid w:val="006637FD"/>
    <w:rsid w:val="006700BD"/>
    <w:rsid w:val="00672D68"/>
    <w:rsid w:val="00697435"/>
    <w:rsid w:val="006C0438"/>
    <w:rsid w:val="006C70C0"/>
    <w:rsid w:val="006C7A5D"/>
    <w:rsid w:val="006D4883"/>
    <w:rsid w:val="006D4BF0"/>
    <w:rsid w:val="006D693F"/>
    <w:rsid w:val="006F3A8D"/>
    <w:rsid w:val="007058B0"/>
    <w:rsid w:val="00724712"/>
    <w:rsid w:val="0075400D"/>
    <w:rsid w:val="00777B00"/>
    <w:rsid w:val="007879AA"/>
    <w:rsid w:val="007961B8"/>
    <w:rsid w:val="007A6435"/>
    <w:rsid w:val="007C4BA5"/>
    <w:rsid w:val="007D13F8"/>
    <w:rsid w:val="007D7C2C"/>
    <w:rsid w:val="00805966"/>
    <w:rsid w:val="0082255F"/>
    <w:rsid w:val="00860E0E"/>
    <w:rsid w:val="00885DF0"/>
    <w:rsid w:val="00887941"/>
    <w:rsid w:val="0089634F"/>
    <w:rsid w:val="008C3307"/>
    <w:rsid w:val="008F1B8A"/>
    <w:rsid w:val="008F59F3"/>
    <w:rsid w:val="009613D8"/>
    <w:rsid w:val="009727A9"/>
    <w:rsid w:val="00972BBD"/>
    <w:rsid w:val="00976DA6"/>
    <w:rsid w:val="0098737E"/>
    <w:rsid w:val="009940B2"/>
    <w:rsid w:val="009A07A9"/>
    <w:rsid w:val="009A4CBB"/>
    <w:rsid w:val="009A4F82"/>
    <w:rsid w:val="009C336A"/>
    <w:rsid w:val="009C6FE9"/>
    <w:rsid w:val="009D39F9"/>
    <w:rsid w:val="009D79A9"/>
    <w:rsid w:val="009D7E37"/>
    <w:rsid w:val="009F1989"/>
    <w:rsid w:val="00A02500"/>
    <w:rsid w:val="00A2692D"/>
    <w:rsid w:val="00A34DFF"/>
    <w:rsid w:val="00A52F9C"/>
    <w:rsid w:val="00A552EB"/>
    <w:rsid w:val="00A5577C"/>
    <w:rsid w:val="00A63332"/>
    <w:rsid w:val="00A73982"/>
    <w:rsid w:val="00AB5F9D"/>
    <w:rsid w:val="00AC1141"/>
    <w:rsid w:val="00AD722B"/>
    <w:rsid w:val="00AE0DD5"/>
    <w:rsid w:val="00AE79C1"/>
    <w:rsid w:val="00AF6D03"/>
    <w:rsid w:val="00B15216"/>
    <w:rsid w:val="00B25B74"/>
    <w:rsid w:val="00B3154B"/>
    <w:rsid w:val="00B37015"/>
    <w:rsid w:val="00B83690"/>
    <w:rsid w:val="00BD4765"/>
    <w:rsid w:val="00BE2706"/>
    <w:rsid w:val="00BE28FB"/>
    <w:rsid w:val="00BF5B62"/>
    <w:rsid w:val="00BF69B6"/>
    <w:rsid w:val="00C00341"/>
    <w:rsid w:val="00C10ED1"/>
    <w:rsid w:val="00C130AC"/>
    <w:rsid w:val="00C37CE1"/>
    <w:rsid w:val="00C61549"/>
    <w:rsid w:val="00CA4AC0"/>
    <w:rsid w:val="00CA7051"/>
    <w:rsid w:val="00CD1B69"/>
    <w:rsid w:val="00CD230B"/>
    <w:rsid w:val="00CD426F"/>
    <w:rsid w:val="00CF4BAF"/>
    <w:rsid w:val="00D01437"/>
    <w:rsid w:val="00D11E4E"/>
    <w:rsid w:val="00D211B3"/>
    <w:rsid w:val="00D407AC"/>
    <w:rsid w:val="00D52EBA"/>
    <w:rsid w:val="00D57C12"/>
    <w:rsid w:val="00D629CB"/>
    <w:rsid w:val="00D747D5"/>
    <w:rsid w:val="00DA31A5"/>
    <w:rsid w:val="00DB43B6"/>
    <w:rsid w:val="00DC6459"/>
    <w:rsid w:val="00DE4A51"/>
    <w:rsid w:val="00DF13D1"/>
    <w:rsid w:val="00DF3641"/>
    <w:rsid w:val="00DF62DA"/>
    <w:rsid w:val="00E24585"/>
    <w:rsid w:val="00E2791D"/>
    <w:rsid w:val="00E77843"/>
    <w:rsid w:val="00E77B06"/>
    <w:rsid w:val="00E8579E"/>
    <w:rsid w:val="00E86C64"/>
    <w:rsid w:val="00EB42DF"/>
    <w:rsid w:val="00EC0413"/>
    <w:rsid w:val="00EC2603"/>
    <w:rsid w:val="00EC26DF"/>
    <w:rsid w:val="00EE4E3D"/>
    <w:rsid w:val="00F06398"/>
    <w:rsid w:val="00F11CF9"/>
    <w:rsid w:val="00F13640"/>
    <w:rsid w:val="00F31476"/>
    <w:rsid w:val="00F5571C"/>
    <w:rsid w:val="00F810AA"/>
    <w:rsid w:val="00FA3535"/>
    <w:rsid w:val="00FC3685"/>
    <w:rsid w:val="00FE0954"/>
    <w:rsid w:val="00FF219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10479BD"/>
  <w15:docId w15:val="{159029CB-C32C-4E45-89E2-7DFA6F146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lang w:eastAsia="en-US"/>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Calibri Light" w:eastAsia="Calibri Light" w:hAnsi="Calibri Light" w:cs="Calibri Light"/>
      <w:color w:val="2E74B5"/>
      <w:sz w:val="22"/>
      <w:szCs w:val="22"/>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link w:val="PavNR"/>
    <w:qFormat/>
    <w:rsid w:val="00636B97"/>
    <w:rPr>
      <w:sz w:val="24"/>
      <w:szCs w:val="24"/>
      <w:lang w:val="en-US"/>
    </w:rPr>
  </w:style>
  <w:style w:type="character" w:customStyle="1" w:styleId="LentelsNRDiagrama">
    <w:name w:val="Lentelės NR. Diagrama"/>
    <w:link w:val="LentelsNR"/>
    <w:qFormat/>
    <w:rsid w:val="00636B97"/>
    <w:rPr>
      <w:i/>
      <w:color w:val="BFBFBF"/>
      <w:sz w:val="24"/>
      <w:szCs w:val="24"/>
    </w:rPr>
  </w:style>
  <w:style w:type="character" w:customStyle="1" w:styleId="LentelsNrDiagrama0">
    <w:name w:val="Lentelės Nr. Diagrama"/>
    <w:qFormat/>
    <w:rsid w:val="00384540"/>
    <w:rPr>
      <w:i/>
      <w:sz w:val="24"/>
      <w:szCs w:val="24"/>
    </w:rPr>
  </w:style>
  <w:style w:type="character" w:customStyle="1" w:styleId="BBDPaveiksliukonumeracijaiDiagrama">
    <w:name w:val="BBD_Paveiksliuko numeracijai Diagrama"/>
    <w:link w:val="BBDPaveiksliukonumeracijai"/>
    <w:qFormat/>
    <w:rsid w:val="005C1C7A"/>
    <w:rPr>
      <w:rFonts w:ascii="Times New Roman" w:eastAsia="Times New Roman" w:hAnsi="Times New Roman" w:cs="Times New Roman"/>
      <w:i/>
      <w:color w:val="1F4D78"/>
      <w:sz w:val="20"/>
    </w:rPr>
  </w:style>
  <w:style w:type="character" w:customStyle="1" w:styleId="Antrat5Diagrama">
    <w:name w:val="Antraštė 5 Diagrama"/>
    <w:link w:val="Antrat5"/>
    <w:uiPriority w:val="9"/>
    <w:semiHidden/>
    <w:qFormat/>
    <w:rsid w:val="005C1C7A"/>
    <w:rPr>
      <w:rFonts w:ascii="Calibri Light" w:eastAsia="Calibri Light" w:hAnsi="Calibri Light" w:cs="Calibri Light"/>
      <w:color w:val="2E74B5"/>
    </w:rPr>
  </w:style>
  <w:style w:type="character" w:customStyle="1" w:styleId="AntratsDiagrama">
    <w:name w:val="Antraštės Diagrama"/>
    <w:link w:val="Antrats"/>
    <w:qFormat/>
    <w:rsid w:val="004712A3"/>
    <w:rPr>
      <w:rFonts w:ascii="Times New Roman" w:eastAsia="Times New Roman" w:hAnsi="Times New Roman" w:cs="Times New Roman"/>
      <w:sz w:val="24"/>
      <w:szCs w:val="24"/>
    </w:rPr>
  </w:style>
  <w:style w:type="character" w:customStyle="1" w:styleId="PoratDiagrama">
    <w:name w:val="Poraštė Diagrama"/>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Calibri" w:eastAsia="Calibri" w:hAnsi="Calibri" w:cs="Calibr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Calibri" w:eastAsia="Calibri" w:hAnsi="Calibri" w:cs="Calibri"/>
      <w:i/>
      <w:color w:val="BFBFBF"/>
    </w:rPr>
  </w:style>
  <w:style w:type="paragraph" w:customStyle="1" w:styleId="LentelsNr0">
    <w:name w:val="Lentelės Nr."/>
    <w:basedOn w:val="prastasis"/>
    <w:autoRedefine/>
    <w:qFormat/>
    <w:rsid w:val="00384540"/>
    <w:pPr>
      <w:spacing w:line="276" w:lineRule="auto"/>
      <w:ind w:hanging="360"/>
      <w:jc w:val="both"/>
    </w:pPr>
    <w:rPr>
      <w:rFonts w:ascii="Calibri" w:eastAsia="Calibri" w:hAnsi="Calibri" w:cs="Calibr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sz w:val="20"/>
    </w:rPr>
  </w:style>
  <w:style w:type="paragraph" w:styleId="Antrats">
    <w:name w:val="header"/>
    <w:basedOn w:val="prastasis"/>
    <w:link w:val="AntratsDiagrama"/>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Debesliotekstas">
    <w:name w:val="Balloon Text"/>
    <w:basedOn w:val="prastasis"/>
    <w:link w:val="DebesliotekstasDiagrama"/>
    <w:uiPriority w:val="99"/>
    <w:semiHidden/>
    <w:unhideWhenUsed/>
    <w:rsid w:val="002E0F96"/>
    <w:rPr>
      <w:rFonts w:ascii="Segoe UI" w:hAnsi="Segoe UI" w:cs="Segoe UI"/>
      <w:sz w:val="18"/>
      <w:szCs w:val="18"/>
    </w:rPr>
  </w:style>
  <w:style w:type="character" w:customStyle="1" w:styleId="DebesliotekstasDiagrama">
    <w:name w:val="Debesėlio tekstas Diagrama"/>
    <w:link w:val="Debesliotekstas"/>
    <w:uiPriority w:val="99"/>
    <w:semiHidden/>
    <w:rsid w:val="002E0F96"/>
    <w:rPr>
      <w:rFonts w:ascii="Segoe UI" w:eastAsia="Times New Roman" w:hAnsi="Segoe UI" w:cs="Segoe UI"/>
      <w:color w:val="00000A"/>
      <w:sz w:val="18"/>
      <w:szCs w:val="18"/>
    </w:rPr>
  </w:style>
  <w:style w:type="paragraph" w:styleId="Pataisymai">
    <w:name w:val="Revision"/>
    <w:hidden/>
    <w:uiPriority w:val="99"/>
    <w:semiHidden/>
    <w:rsid w:val="005D4AE1"/>
    <w:rPr>
      <w:rFonts w:ascii="Times New Roman" w:eastAsia="Times New Roman" w:hAnsi="Times New Roman" w:cs="Times New Roman"/>
      <w:color w:val="00000A"/>
      <w:sz w:val="24"/>
      <w:szCs w:val="24"/>
      <w:lang w:eastAsia="en-US"/>
    </w:rPr>
  </w:style>
  <w:style w:type="paragraph" w:styleId="Sraopastraipa">
    <w:name w:val="List Paragraph"/>
    <w:basedOn w:val="prastasis"/>
    <w:uiPriority w:val="34"/>
    <w:qFormat/>
    <w:rsid w:val="008F59F3"/>
    <w:pPr>
      <w:ind w:left="720"/>
      <w:contextualSpacing/>
    </w:pPr>
  </w:style>
  <w:style w:type="character" w:styleId="Komentaronuoroda">
    <w:name w:val="annotation reference"/>
    <w:uiPriority w:val="99"/>
    <w:semiHidden/>
    <w:unhideWhenUsed/>
    <w:rsid w:val="007058B0"/>
    <w:rPr>
      <w:sz w:val="16"/>
      <w:szCs w:val="16"/>
    </w:rPr>
  </w:style>
  <w:style w:type="paragraph" w:styleId="Komentarotekstas">
    <w:name w:val="annotation text"/>
    <w:basedOn w:val="prastasis"/>
    <w:link w:val="KomentarotekstasDiagrama"/>
    <w:uiPriority w:val="99"/>
    <w:semiHidden/>
    <w:unhideWhenUsed/>
    <w:rsid w:val="007058B0"/>
    <w:rPr>
      <w:sz w:val="20"/>
      <w:szCs w:val="20"/>
    </w:rPr>
  </w:style>
  <w:style w:type="character" w:customStyle="1" w:styleId="KomentarotekstasDiagrama">
    <w:name w:val="Komentaro tekstas Diagrama"/>
    <w:link w:val="Komentarotekstas"/>
    <w:uiPriority w:val="99"/>
    <w:semiHidden/>
    <w:rsid w:val="007058B0"/>
    <w:rPr>
      <w:rFonts w:ascii="Times New Roman" w:eastAsia="Times New Roman" w:hAnsi="Times New Roman" w:cs="Times New Roman"/>
      <w:color w:val="00000A"/>
      <w:szCs w:val="20"/>
    </w:rPr>
  </w:style>
  <w:style w:type="paragraph" w:styleId="Komentarotema">
    <w:name w:val="annotation subject"/>
    <w:basedOn w:val="Komentarotekstas"/>
    <w:next w:val="Komentarotekstas"/>
    <w:link w:val="KomentarotemaDiagrama"/>
    <w:uiPriority w:val="99"/>
    <w:semiHidden/>
    <w:unhideWhenUsed/>
    <w:rsid w:val="007058B0"/>
    <w:rPr>
      <w:b/>
      <w:bCs/>
    </w:rPr>
  </w:style>
  <w:style w:type="character" w:customStyle="1" w:styleId="KomentarotemaDiagrama">
    <w:name w:val="Komentaro tema Diagrama"/>
    <w:link w:val="Komentarotema"/>
    <w:uiPriority w:val="99"/>
    <w:semiHidden/>
    <w:rsid w:val="007058B0"/>
    <w:rPr>
      <w:rFonts w:ascii="Times New Roman" w:eastAsia="Times New Roman" w:hAnsi="Times New Roman" w:cs="Times New Roman"/>
      <w:b/>
      <w:bCs/>
      <w:color w:val="00000A"/>
      <w:szCs w:val="20"/>
    </w:rPr>
  </w:style>
  <w:style w:type="character" w:styleId="Hipersaitas">
    <w:name w:val="Hyperlink"/>
    <w:uiPriority w:val="99"/>
    <w:unhideWhenUsed/>
    <w:rsid w:val="00C130AC"/>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8693949">
      <w:bodyDiv w:val="1"/>
      <w:marLeft w:val="0"/>
      <w:marRight w:val="0"/>
      <w:marTop w:val="0"/>
      <w:marBottom w:val="0"/>
      <w:divBdr>
        <w:top w:val="none" w:sz="0" w:space="0" w:color="auto"/>
        <w:left w:val="none" w:sz="0" w:space="0" w:color="auto"/>
        <w:bottom w:val="none" w:sz="0" w:space="0" w:color="auto"/>
        <w:right w:val="none" w:sz="0" w:space="0" w:color="auto"/>
      </w:divBdr>
    </w:div>
    <w:div w:id="1330139707">
      <w:bodyDiv w:val="1"/>
      <w:marLeft w:val="0"/>
      <w:marRight w:val="0"/>
      <w:marTop w:val="0"/>
      <w:marBottom w:val="0"/>
      <w:divBdr>
        <w:top w:val="none" w:sz="0" w:space="0" w:color="auto"/>
        <w:left w:val="none" w:sz="0" w:space="0" w:color="auto"/>
        <w:bottom w:val="none" w:sz="0" w:space="0" w:color="auto"/>
        <w:right w:val="none" w:sz="0" w:space="0" w:color="auto"/>
      </w:divBdr>
    </w:div>
    <w:div w:id="15692681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reglex\Tmp\97538a52180d4060bb1cd12db66f1cd0.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97538a52180d4060bb1cd12db66f1cd0</Template>
  <TotalTime>1</TotalTime>
  <Pages>1</Pages>
  <Words>1297</Words>
  <Characters>740</Characters>
  <Application>Microsoft Office Word</Application>
  <DocSecurity>4</DocSecurity>
  <Lines>6</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SKUODO RAJONO SAVIVALDYBĖS PETICIJŲ KOMISIJOS SUDARYMO IR JOS NUOSTATŲ PATVIRTINIMO</vt:lpstr>
      <vt:lpstr>DĖL SKUODO RAJONO SAVIVALDYBĖS PETICIJŲ KOMISIJOS SUDARYMO IR JOS NUOSTATŲ PATVIRTINIMO</vt:lpstr>
    </vt:vector>
  </TitlesOfParts>
  <Manager>2024-03-28</Manager>
  <Company/>
  <LinksUpToDate>false</LinksUpToDate>
  <CharactersWithSpaces>2033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SKUODO RAJONO SAVIVALDYBĖS PETICIJŲ KOMISIJOS SUDARYMO IR JOS NUOSTATŲ PATVIRTINIMO</dc:title>
  <dc:subject>T9-64</dc:subject>
  <dc:creator>SKUODO RAJONO SAVIVALDYBĖS TARYBA</dc:creator>
  <cp:keywords/>
  <cp:lastModifiedBy>Sadauskienė, Dalia</cp:lastModifiedBy>
  <cp:revision>2</cp:revision>
  <cp:lastPrinted>2024-03-26T13:01:00Z</cp:lastPrinted>
  <dcterms:created xsi:type="dcterms:W3CDTF">2025-11-12T08:10:00Z</dcterms:created>
  <dcterms:modified xsi:type="dcterms:W3CDTF">2025-11-12T08:10:00Z</dcterms:modified>
  <cp:category>SPRENDIMAS</cp:category>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